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Pr="00EC055C" w:rsidRDefault="00354C5C" w:rsidP="006E5C6C">
      <w:r>
        <w:t xml:space="preserve">Příloha č. </w:t>
      </w:r>
      <w:r w:rsidR="00B87D91">
        <w:t>1</w:t>
      </w:r>
      <w:r>
        <w:t xml:space="preserve"> Výzvy k </w:t>
      </w:r>
      <w:r w:rsidRPr="00EC055C">
        <w:t>podání nabídky</w:t>
      </w:r>
    </w:p>
    <w:p w14:paraId="10E016D5" w14:textId="4D5B951A" w:rsidR="003F1BC8" w:rsidRDefault="008B1A2C">
      <w:pPr>
        <w:pStyle w:val="Obsah2"/>
        <w:tabs>
          <w:tab w:val="left" w:pos="1320"/>
          <w:tab w:val="right" w:leader="dot" w:pos="8692"/>
        </w:tabs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</w:pPr>
      <w:r w:rsidRPr="00EC055C">
        <w:rPr>
          <w:b/>
          <w:color w:val="FF5200" w:themeColor="accent2"/>
          <w:sz w:val="36"/>
          <w:szCs w:val="36"/>
        </w:rPr>
        <w:t>Krycí list nabídky</w:t>
      </w:r>
      <w:r w:rsidR="0031280B" w:rsidRPr="00EC05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FD5E0C" w:rsidRPr="00FD5E0C">
        <w:rPr>
          <w:b/>
          <w:color w:val="FF5200" w:themeColor="accent2"/>
          <w:sz w:val="36"/>
          <w:szCs w:val="36"/>
        </w:rPr>
        <w:t>Dodávka vysokozdvižné plošiny za osobní automobil pro OŘ UNL 2024</w:t>
      </w:r>
      <w:r w:rsidR="0031280B" w:rsidRPr="003F1BC8">
        <w:rPr>
          <w:b/>
          <w:color w:val="FF5200" w:themeColor="accent2"/>
          <w:sz w:val="36"/>
          <w:szCs w:val="36"/>
        </w:rPr>
        <w:t>“</w:t>
      </w:r>
      <w:r w:rsidR="000128D4" w:rsidRPr="003F1BC8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50BC3" w:rsidRPr="00A50BC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28538/2024-SŽ-OŘ UNL-OVZ</w:t>
      </w:r>
      <w:r w:rsidR="003F1BC8" w:rsidRPr="003F1BC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3A4C0171" w:rsidR="00633D9C" w:rsidRDefault="00A93A74" w:rsidP="003F1BC8">
          <w:r>
            <w:t>Obsah</w:t>
          </w:r>
        </w:p>
        <w:p w14:paraId="1C46C3E3" w14:textId="07269881" w:rsidR="00530588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898183" w:history="1">
            <w:r w:rsidR="00530588" w:rsidRPr="006867A4">
              <w:rPr>
                <w:rStyle w:val="Hypertextovodkaz"/>
                <w:noProof/>
              </w:rPr>
              <w:t>Kapitola 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Základní údaje k nabídce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1D59682" w14:textId="543AE006" w:rsidR="00530588" w:rsidRDefault="006064A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4" w:history="1">
            <w:r w:rsidR="00530588" w:rsidRPr="006867A4">
              <w:rPr>
                <w:rStyle w:val="Hypertextovodkaz"/>
                <w:noProof/>
              </w:rPr>
              <w:t>Kapitola 2.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splnění základní způsobilosti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_Toc168898184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3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59FBD829" w14:textId="6A9B9F7D" w:rsidR="00530588" w:rsidRDefault="006064A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5" w:history="1">
            <w:r w:rsidR="00530588" w:rsidRPr="006867A4">
              <w:rPr>
                <w:rStyle w:val="Hypertextovodkaz"/>
                <w:noProof/>
              </w:rPr>
              <w:t>Kapitola 3.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účastníka o střetu zájmů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_Toc168898185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4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DA07C0E" w14:textId="4EA0DE0C" w:rsidR="00530588" w:rsidRDefault="006064A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6" w:history="1">
            <w:r w:rsidR="00530588" w:rsidRPr="006867A4">
              <w:rPr>
                <w:rStyle w:val="Hypertextovodkaz"/>
                <w:noProof/>
              </w:rPr>
              <w:t>Kapitola 4.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účastníka k neuzavření zakázaných dohod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_Toc168898186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5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00C3F2CA" w14:textId="557E5CD7" w:rsidR="00530588" w:rsidRDefault="006064A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7" w:history="1">
            <w:r w:rsidR="00530588" w:rsidRPr="006867A4">
              <w:rPr>
                <w:rStyle w:val="Hypertextovodkaz"/>
                <w:noProof/>
              </w:rPr>
              <w:t>Kapitola 5.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splnění technické kvalifikace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_Toc168898187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6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7845F0B8" w14:textId="46E0A59B" w:rsidR="00530588" w:rsidRDefault="006064A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8" w:history="1">
            <w:r w:rsidR="00530588" w:rsidRPr="006867A4">
              <w:rPr>
                <w:rStyle w:val="Hypertextovodkaz"/>
                <w:noProof/>
              </w:rPr>
              <w:t>Kapitola 6.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Seznam osob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_Toc168898188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7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E30ABAC" w14:textId="224ADA20" w:rsidR="00530588" w:rsidRDefault="006064A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89" w:history="1">
            <w:r w:rsidR="00530588" w:rsidRPr="006867A4">
              <w:rPr>
                <w:rStyle w:val="Hypertextovodkaz"/>
                <w:noProof/>
              </w:rPr>
              <w:t>Kapitola 7.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 prohlášení o ekonomické kvalifikaci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_Toc168898189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8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1C36A8FF" w14:textId="3B8738D5" w:rsidR="00530588" w:rsidRDefault="006064A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0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8.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_Toc168898190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9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77FE0B5C" w14:textId="5E360CD7" w:rsidR="00530588" w:rsidRDefault="006064A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1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9.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_Toc168898191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10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806C89F" w14:textId="7FCBF601" w:rsidR="00530588" w:rsidRDefault="006064A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2" w:history="1">
            <w:r w:rsidR="00530588" w:rsidRPr="006867A4">
              <w:rPr>
                <w:rStyle w:val="Hypertextovodkaz"/>
                <w:rFonts w:eastAsia="Times New Roman"/>
                <w:noProof/>
              </w:rPr>
              <w:t>Kapitola 10.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_Toc168898192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11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674B73DF" w14:textId="12E37835" w:rsidR="00530588" w:rsidRDefault="006064A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898193" w:history="1">
            <w:r w:rsidR="00530588" w:rsidRPr="006867A4">
              <w:rPr>
                <w:rStyle w:val="Hypertextovodkaz"/>
                <w:noProof/>
                <w:lang w:eastAsia="cs-CZ"/>
              </w:rPr>
              <w:t>Kapitola 11.</w:t>
            </w:r>
            <w:r w:rsidR="0053058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30588" w:rsidRPr="006867A4">
              <w:rPr>
                <w:rStyle w:val="Hypertextovodkaz"/>
                <w:noProof/>
              </w:rPr>
              <w:t>Čestné</w:t>
            </w:r>
            <w:r w:rsidR="00530588" w:rsidRPr="006867A4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530588">
              <w:rPr>
                <w:rStyle w:val="Hypertextovodkaz"/>
                <w:rFonts w:eastAsia="Times New Roman"/>
                <w:noProof/>
              </w:rPr>
              <w:tab/>
            </w:r>
            <w:r w:rsidR="00530588">
              <w:rPr>
                <w:noProof/>
                <w:webHidden/>
              </w:rPr>
              <w:tab/>
            </w:r>
            <w:r w:rsidR="00530588">
              <w:rPr>
                <w:noProof/>
                <w:webHidden/>
              </w:rPr>
              <w:fldChar w:fldCharType="begin"/>
            </w:r>
            <w:r w:rsidR="00530588">
              <w:rPr>
                <w:noProof/>
                <w:webHidden/>
              </w:rPr>
              <w:instrText xml:space="preserve"> PAGEREF _Toc168898193 \h </w:instrText>
            </w:r>
            <w:r w:rsidR="00530588">
              <w:rPr>
                <w:noProof/>
                <w:webHidden/>
              </w:rPr>
            </w:r>
            <w:r w:rsidR="00530588">
              <w:rPr>
                <w:noProof/>
                <w:webHidden/>
              </w:rPr>
              <w:fldChar w:fldCharType="separate"/>
            </w:r>
            <w:r w:rsidR="00530588">
              <w:rPr>
                <w:noProof/>
                <w:webHidden/>
              </w:rPr>
              <w:t>12</w:t>
            </w:r>
            <w:r w:rsidR="00530588">
              <w:rPr>
                <w:noProof/>
                <w:webHidden/>
              </w:rPr>
              <w:fldChar w:fldCharType="end"/>
            </w:r>
          </w:hyperlink>
        </w:p>
        <w:p w14:paraId="218BAFDF" w14:textId="54A9125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68898183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2BDF0109" w:rsidR="00EA444A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C055C" w:rsidRPr="00EC055C">
        <w:t xml:space="preserve">Ing. Martinem Kašparem, ředitelem organizační jednotky, na základě pověření </w:t>
      </w:r>
      <w:r w:rsidR="00EC055C" w:rsidRPr="004D2C06">
        <w:t>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2023FE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EC055C">
        <w:t>Výzvy k podání nabíd</w:t>
      </w:r>
      <w:r w:rsidR="004C76E9" w:rsidRPr="00EC055C">
        <w:t>ky</w:t>
      </w:r>
      <w:r w:rsidRPr="00EC055C">
        <w:t xml:space="preserve"> na veřejnou zakázku zadávanou</w:t>
      </w:r>
      <w:r w:rsidR="004C76E9" w:rsidRPr="00EC055C">
        <w:t xml:space="preserve"> jako </w:t>
      </w:r>
      <w:r w:rsidR="000128D4" w:rsidRPr="00EC055C">
        <w:rPr>
          <w:rFonts w:eastAsia="Times New Roman" w:cs="Times New Roman"/>
          <w:lang w:eastAsia="cs-CZ"/>
        </w:rPr>
        <w:t>podlimitní sektorovou veřejnou zakázku</w:t>
      </w:r>
      <w:r w:rsidRPr="00EC055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27F2081" w14:textId="66E00057" w:rsidR="00FF3A1D" w:rsidRDefault="00FF3A1D" w:rsidP="00FF3A1D">
      <w:r>
        <w:t>Celková nabídková cena v Kč bez DPH</w:t>
      </w:r>
      <w:r w:rsidR="004D2C06">
        <w:t>:</w:t>
      </w:r>
      <w:r>
        <w:t xml:space="preserve"> 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720ECFE6" w14:textId="77777777" w:rsidR="00FF3A1D" w:rsidRDefault="00FF3A1D" w:rsidP="00FF3A1D">
      <w:r>
        <w:t>celkem 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3D4A9EFE" w14:textId="77777777" w:rsidR="00FF3A1D" w:rsidRDefault="00FF3A1D" w:rsidP="00FF3A1D">
      <w:pPr>
        <w:rPr>
          <w:highlight w:val="yellow"/>
        </w:rPr>
      </w:pPr>
      <w:r>
        <w:t>Celková nabídková cena v Kč včetně DPH:</w:t>
      </w:r>
      <w:r>
        <w:tab/>
      </w:r>
      <w:r>
        <w:tab/>
      </w:r>
      <w:r>
        <w:tab/>
      </w:r>
      <w:r w:rsidRPr="00D15823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064A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064A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8898184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889818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6142E435" w14:textId="3BDE508E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6889818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68898187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5A91128D" w:rsidR="00FF3A1D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Zadavatel </w:t>
      </w:r>
      <w:r w:rsidR="007961B9">
        <w:rPr>
          <w:rFonts w:eastAsia="Times New Roman" w:cs="Times New Roman"/>
          <w:lang w:eastAsia="cs-CZ"/>
        </w:rPr>
        <w:t>ne</w:t>
      </w:r>
      <w:r>
        <w:rPr>
          <w:rFonts w:eastAsia="Times New Roman" w:cs="Times New Roman"/>
          <w:lang w:eastAsia="cs-CZ"/>
        </w:rPr>
        <w:t>požaduje</w:t>
      </w:r>
      <w:r w:rsidR="007961B9">
        <w:rPr>
          <w:rFonts w:eastAsia="Times New Roman" w:cs="Times New Roman"/>
          <w:lang w:eastAsia="cs-CZ"/>
        </w:rPr>
        <w:t>.</w:t>
      </w:r>
    </w:p>
    <w:p w14:paraId="71002640" w14:textId="18165173" w:rsidR="00E85D44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54A5E86E" w:rsidR="00E85D44" w:rsidRDefault="00F44645" w:rsidP="0053058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68898188"/>
      <w:r>
        <w:lastRenderedPageBreak/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68898189"/>
      <w:r w:rsidRPr="000128D4">
        <w:lastRenderedPageBreak/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5E730C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68898190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68898191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6365B86F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6064AF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FD5E0C" w:rsidRPr="00FD5E0C">
        <w:rPr>
          <w:rFonts w:ascii="Verdana" w:hAnsi="Verdana"/>
          <w:b/>
          <w:bCs/>
        </w:rPr>
        <w:t>Dodávka vysokozdvižné plošiny za osobní automobil pro OŘ UNL 2024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7E4620B9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6064AF">
        <w:rPr>
          <w:rFonts w:ascii="Verdana" w:hAnsi="Verdana"/>
        </w:rPr>
      </w:r>
      <w:r w:rsidR="006064AF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FD5E0C" w:rsidRPr="00FD5E0C">
        <w:rPr>
          <w:rFonts w:ascii="Verdana" w:hAnsi="Verdana"/>
          <w:b/>
          <w:bCs/>
        </w:rPr>
        <w:t>Dodávka vysokozdvižné plošiny za osobní automobil pro OŘ UNL 2024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68898192"/>
      <w:r>
        <w:lastRenderedPageBreak/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2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48F3F07B" w14:textId="77777777" w:rsidR="007D1C9E" w:rsidRDefault="007D1C9E" w:rsidP="007D1C9E">
      <w:pPr>
        <w:jc w:val="both"/>
        <w:rPr>
          <w:rFonts w:ascii="Verdana" w:hAnsi="Verdana"/>
        </w:rPr>
      </w:pPr>
      <w:r>
        <w:rPr>
          <w:rFonts w:ascii="Verdana" w:hAnsi="Verdana"/>
        </w:rPr>
        <w:t>Zadavatel nepožaduje.</w:t>
      </w: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2B82B845" w14:textId="77777777" w:rsidR="007D1C9E" w:rsidRDefault="007D1C9E" w:rsidP="002126E7">
      <w:pPr>
        <w:rPr>
          <w:lang w:eastAsia="cs-CZ"/>
        </w:rPr>
      </w:pPr>
    </w:p>
    <w:p w14:paraId="5692A553" w14:textId="77777777" w:rsidR="007D1C9E" w:rsidRDefault="007D1C9E" w:rsidP="002126E7">
      <w:pPr>
        <w:rPr>
          <w:lang w:eastAsia="cs-CZ"/>
        </w:rPr>
      </w:pPr>
    </w:p>
    <w:p w14:paraId="0CD0CC94" w14:textId="77777777" w:rsidR="007D1C9E" w:rsidRDefault="007D1C9E" w:rsidP="002126E7">
      <w:pPr>
        <w:rPr>
          <w:lang w:eastAsia="cs-CZ"/>
        </w:rPr>
      </w:pPr>
    </w:p>
    <w:p w14:paraId="0DEDAE1F" w14:textId="77777777" w:rsidR="007D1C9E" w:rsidRDefault="007D1C9E" w:rsidP="002126E7">
      <w:pPr>
        <w:rPr>
          <w:lang w:eastAsia="cs-CZ"/>
        </w:rPr>
      </w:pPr>
    </w:p>
    <w:p w14:paraId="40E6FFD2" w14:textId="77777777" w:rsidR="007D1C9E" w:rsidRDefault="007D1C9E" w:rsidP="002126E7">
      <w:pPr>
        <w:rPr>
          <w:lang w:eastAsia="cs-CZ"/>
        </w:rPr>
      </w:pPr>
    </w:p>
    <w:p w14:paraId="4ECAC6BB" w14:textId="77777777" w:rsidR="007D1C9E" w:rsidRDefault="007D1C9E" w:rsidP="002126E7">
      <w:pPr>
        <w:rPr>
          <w:lang w:eastAsia="cs-CZ"/>
        </w:rPr>
      </w:pPr>
    </w:p>
    <w:p w14:paraId="53D789BE" w14:textId="77777777" w:rsidR="007D1C9E" w:rsidRDefault="007D1C9E" w:rsidP="002126E7">
      <w:pPr>
        <w:rPr>
          <w:lang w:eastAsia="cs-CZ"/>
        </w:rPr>
      </w:pPr>
    </w:p>
    <w:p w14:paraId="46159275" w14:textId="77777777" w:rsidR="007D1C9E" w:rsidRDefault="007D1C9E" w:rsidP="002126E7">
      <w:pPr>
        <w:rPr>
          <w:lang w:eastAsia="cs-CZ"/>
        </w:rPr>
      </w:pPr>
    </w:p>
    <w:p w14:paraId="5AAB2F28" w14:textId="77777777" w:rsidR="007D1C9E" w:rsidRDefault="007D1C9E" w:rsidP="002126E7">
      <w:pPr>
        <w:rPr>
          <w:lang w:eastAsia="cs-CZ"/>
        </w:rPr>
      </w:pPr>
    </w:p>
    <w:p w14:paraId="5FDF3007" w14:textId="77777777" w:rsidR="007D1C9E" w:rsidRDefault="007D1C9E" w:rsidP="002126E7">
      <w:pPr>
        <w:rPr>
          <w:lang w:eastAsia="cs-CZ"/>
        </w:rPr>
      </w:pPr>
    </w:p>
    <w:p w14:paraId="5DFE27FE" w14:textId="77777777" w:rsidR="007D1C9E" w:rsidRDefault="007D1C9E" w:rsidP="002126E7">
      <w:pPr>
        <w:rPr>
          <w:lang w:eastAsia="cs-CZ"/>
        </w:rPr>
      </w:pPr>
    </w:p>
    <w:p w14:paraId="1763E004" w14:textId="77777777" w:rsidR="007D1C9E" w:rsidRDefault="007D1C9E" w:rsidP="002126E7">
      <w:pPr>
        <w:rPr>
          <w:lang w:eastAsia="cs-CZ"/>
        </w:rPr>
      </w:pPr>
    </w:p>
    <w:p w14:paraId="22B8F0E5" w14:textId="77777777" w:rsidR="007D1C9E" w:rsidRDefault="007D1C9E" w:rsidP="002126E7">
      <w:pPr>
        <w:rPr>
          <w:lang w:eastAsia="cs-CZ"/>
        </w:rPr>
      </w:pPr>
    </w:p>
    <w:p w14:paraId="5214D758" w14:textId="77777777" w:rsidR="007D1C9E" w:rsidRDefault="007D1C9E" w:rsidP="002126E7">
      <w:pPr>
        <w:rPr>
          <w:lang w:eastAsia="cs-CZ"/>
        </w:rPr>
      </w:pPr>
    </w:p>
    <w:p w14:paraId="10A71883" w14:textId="77777777" w:rsidR="007D1C9E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63AFED66" w:rsidR="00CB377A" w:rsidRDefault="00CB377A" w:rsidP="002126E7">
      <w:pPr>
        <w:rPr>
          <w:lang w:eastAsia="cs-CZ"/>
        </w:rPr>
      </w:pPr>
    </w:p>
    <w:p w14:paraId="7B10C861" w14:textId="77777777" w:rsidR="00530588" w:rsidRDefault="00530588" w:rsidP="002126E7">
      <w:pPr>
        <w:rPr>
          <w:lang w:eastAsia="cs-CZ"/>
        </w:rPr>
      </w:pPr>
    </w:p>
    <w:p w14:paraId="0916BDBF" w14:textId="77777777" w:rsidR="00530588" w:rsidRDefault="00530588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8898193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Default="007D1C9E" w:rsidP="006827CF">
      <w:pPr>
        <w:jc w:val="both"/>
        <w:rPr>
          <w:rFonts w:ascii="Verdana" w:hAnsi="Verdana"/>
        </w:rPr>
      </w:pPr>
      <w:r w:rsidRPr="007D1C9E">
        <w:rPr>
          <w:rFonts w:ascii="Verdana" w:hAnsi="Verdana"/>
        </w:rPr>
        <w:t>Zadavatel nepožaduje.</w:t>
      </w:r>
    </w:p>
    <w:p w14:paraId="0B34B067" w14:textId="528CE68C" w:rsidR="002126E7" w:rsidRDefault="002126E7" w:rsidP="002126E7">
      <w:pPr>
        <w:rPr>
          <w:lang w:eastAsia="cs-CZ"/>
        </w:rPr>
      </w:pPr>
      <w:r w:rsidRPr="00BF0533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2E52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A4201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3F1BC8"/>
    <w:rsid w:val="00417301"/>
    <w:rsid w:val="004176F1"/>
    <w:rsid w:val="00420609"/>
    <w:rsid w:val="00441430"/>
    <w:rsid w:val="00450F07"/>
    <w:rsid w:val="00452072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2C06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30588"/>
    <w:rsid w:val="00553375"/>
    <w:rsid w:val="00553E26"/>
    <w:rsid w:val="00557C28"/>
    <w:rsid w:val="005736B7"/>
    <w:rsid w:val="00575E5A"/>
    <w:rsid w:val="005B219F"/>
    <w:rsid w:val="005D7E39"/>
    <w:rsid w:val="005E730C"/>
    <w:rsid w:val="005F1404"/>
    <w:rsid w:val="006064AF"/>
    <w:rsid w:val="0061068E"/>
    <w:rsid w:val="00613242"/>
    <w:rsid w:val="00626DB3"/>
    <w:rsid w:val="00633D9C"/>
    <w:rsid w:val="00647363"/>
    <w:rsid w:val="00654420"/>
    <w:rsid w:val="00660AD3"/>
    <w:rsid w:val="0066322E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43525"/>
    <w:rsid w:val="0076286B"/>
    <w:rsid w:val="00766846"/>
    <w:rsid w:val="0077673A"/>
    <w:rsid w:val="00784411"/>
    <w:rsid w:val="007846E1"/>
    <w:rsid w:val="00794BC7"/>
    <w:rsid w:val="007961B9"/>
    <w:rsid w:val="007B570C"/>
    <w:rsid w:val="007B6D10"/>
    <w:rsid w:val="007C0237"/>
    <w:rsid w:val="007C3297"/>
    <w:rsid w:val="007C4EE2"/>
    <w:rsid w:val="007C589B"/>
    <w:rsid w:val="007D1C9E"/>
    <w:rsid w:val="007E4A6E"/>
    <w:rsid w:val="007F56A7"/>
    <w:rsid w:val="00807DD0"/>
    <w:rsid w:val="00822DC3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5050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50BC3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276E1"/>
    <w:rsid w:val="00B468D2"/>
    <w:rsid w:val="00B75EE1"/>
    <w:rsid w:val="00B77481"/>
    <w:rsid w:val="00B8518B"/>
    <w:rsid w:val="00B87D91"/>
    <w:rsid w:val="00B93EF0"/>
    <w:rsid w:val="00BD3CF6"/>
    <w:rsid w:val="00BD7E91"/>
    <w:rsid w:val="00BF0533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70145"/>
    <w:rsid w:val="00C87B78"/>
    <w:rsid w:val="00CB377A"/>
    <w:rsid w:val="00CD1FC4"/>
    <w:rsid w:val="00CF0DCA"/>
    <w:rsid w:val="00D02A4E"/>
    <w:rsid w:val="00D21061"/>
    <w:rsid w:val="00D231E1"/>
    <w:rsid w:val="00D4108E"/>
    <w:rsid w:val="00D6163D"/>
    <w:rsid w:val="00D73D46"/>
    <w:rsid w:val="00D831A3"/>
    <w:rsid w:val="00D8683B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055C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2FA1"/>
    <w:rsid w:val="00FB7211"/>
    <w:rsid w:val="00FC4B68"/>
    <w:rsid w:val="00FC5583"/>
    <w:rsid w:val="00FC6389"/>
    <w:rsid w:val="00FD54F3"/>
    <w:rsid w:val="00FD5E0C"/>
    <w:rsid w:val="00FE0E7D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176F1"/>
    <w:rsid w:val="00420609"/>
    <w:rsid w:val="0042266B"/>
    <w:rsid w:val="00452072"/>
    <w:rsid w:val="00495FA0"/>
    <w:rsid w:val="00553E26"/>
    <w:rsid w:val="005E17D6"/>
    <w:rsid w:val="00647363"/>
    <w:rsid w:val="00702C56"/>
    <w:rsid w:val="00845CFC"/>
    <w:rsid w:val="00964FB4"/>
    <w:rsid w:val="009B2F31"/>
    <w:rsid w:val="00A04586"/>
    <w:rsid w:val="00AE45FC"/>
    <w:rsid w:val="00B276E1"/>
    <w:rsid w:val="00CF0DCA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119</TotalTime>
  <Pages>12</Pages>
  <Words>1526</Words>
  <Characters>9004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31</cp:revision>
  <cp:lastPrinted>2017-11-28T17:18:00Z</cp:lastPrinted>
  <dcterms:created xsi:type="dcterms:W3CDTF">2023-03-01T08:18:00Z</dcterms:created>
  <dcterms:modified xsi:type="dcterms:W3CDTF">2024-09-30T06:31:00Z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